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074" w:rsidRPr="00592842" w:rsidRDefault="00CC4074" w:rsidP="00011957">
      <w:pPr>
        <w:ind w:firstLine="567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0.15pt;margin-top:-45pt;width:45.05pt;height:54pt;z-index:251658240">
            <v:imagedata r:id="rId4" o:title=""/>
          </v:shape>
        </w:pict>
      </w:r>
      <w:r>
        <w:t xml:space="preserve">                                                                                                     </w:t>
      </w:r>
    </w:p>
    <w:p w:rsidR="00CC4074" w:rsidRPr="00F856A2" w:rsidRDefault="00CC4074" w:rsidP="00011957">
      <w:pPr>
        <w:ind w:right="-120"/>
        <w:rPr>
          <w:b/>
          <w:bCs/>
        </w:rPr>
      </w:pPr>
      <w:r w:rsidRPr="00F856A2">
        <w:rPr>
          <w:b/>
          <w:bCs/>
        </w:rPr>
        <w:t>АДМИНИСТРАЦИЯ ШКОЛЬНЕНСКОГО СЕЛЬСКОГО ПОСЕЛЕНИЯ</w:t>
      </w:r>
    </w:p>
    <w:p w:rsidR="00CC4074" w:rsidRPr="00F856A2" w:rsidRDefault="00CC4074" w:rsidP="00011957">
      <w:pPr>
        <w:ind w:firstLine="567"/>
        <w:jc w:val="center"/>
        <w:rPr>
          <w:b/>
          <w:bCs/>
        </w:rPr>
      </w:pPr>
      <w:r w:rsidRPr="00F856A2">
        <w:rPr>
          <w:b/>
          <w:bCs/>
        </w:rPr>
        <w:t>БЕЛОРЕЧЕНСКОГО РАЙОНА</w:t>
      </w:r>
    </w:p>
    <w:p w:rsidR="00CC4074" w:rsidRPr="00F856A2" w:rsidRDefault="00CC4074" w:rsidP="00011957">
      <w:pPr>
        <w:ind w:firstLine="567"/>
        <w:jc w:val="center"/>
        <w:rPr>
          <w:b/>
          <w:bCs/>
        </w:rPr>
      </w:pPr>
    </w:p>
    <w:p w:rsidR="00CC4074" w:rsidRPr="00011957" w:rsidRDefault="00CC4074" w:rsidP="00011957">
      <w:pPr>
        <w:ind w:firstLine="567"/>
        <w:jc w:val="center"/>
        <w:rPr>
          <w:b/>
          <w:bCs/>
          <w:sz w:val="32"/>
          <w:szCs w:val="32"/>
        </w:rPr>
      </w:pPr>
      <w:r w:rsidRPr="00011957">
        <w:rPr>
          <w:b/>
          <w:bCs/>
          <w:sz w:val="32"/>
          <w:szCs w:val="32"/>
        </w:rPr>
        <w:t>ПОСТАНОВЛЕНИЕ</w:t>
      </w:r>
    </w:p>
    <w:p w:rsidR="00CC4074" w:rsidRPr="00F856A2" w:rsidRDefault="00CC4074" w:rsidP="00011957">
      <w:pPr>
        <w:ind w:firstLine="567"/>
        <w:jc w:val="center"/>
        <w:rPr>
          <w:b/>
          <w:bCs/>
        </w:rPr>
      </w:pPr>
    </w:p>
    <w:p w:rsidR="00CC4074" w:rsidRPr="00F856A2" w:rsidRDefault="00CC4074" w:rsidP="00011957">
      <w:pPr>
        <w:ind w:firstLine="567"/>
        <w:jc w:val="center"/>
        <w:rPr>
          <w:b/>
          <w:bCs/>
          <w:sz w:val="24"/>
          <w:szCs w:val="24"/>
        </w:rPr>
      </w:pPr>
    </w:p>
    <w:p w:rsidR="00CC4074" w:rsidRPr="00011957" w:rsidRDefault="00CC4074" w:rsidP="00011957">
      <w:pPr>
        <w:ind w:firstLine="10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</w:t>
      </w:r>
      <w:r w:rsidRPr="00011957">
        <w:rPr>
          <w:b/>
          <w:bCs/>
          <w:sz w:val="24"/>
          <w:szCs w:val="24"/>
        </w:rPr>
        <w:t xml:space="preserve"> </w:t>
      </w:r>
      <w:r w:rsidRPr="00011957">
        <w:rPr>
          <w:b/>
          <w:bCs/>
          <w:sz w:val="24"/>
          <w:szCs w:val="24"/>
        </w:rPr>
        <w:tab/>
      </w:r>
      <w:r w:rsidRPr="00F856A2">
        <w:rPr>
          <w:b/>
          <w:bCs/>
          <w:sz w:val="24"/>
          <w:szCs w:val="24"/>
        </w:rPr>
        <w:tab/>
      </w:r>
      <w:r w:rsidRPr="00F856A2">
        <w:rPr>
          <w:b/>
          <w:bCs/>
          <w:sz w:val="24"/>
          <w:szCs w:val="24"/>
        </w:rPr>
        <w:tab/>
        <w:t xml:space="preserve">                                                   </w:t>
      </w:r>
      <w:r>
        <w:rPr>
          <w:b/>
          <w:bCs/>
          <w:sz w:val="24"/>
          <w:szCs w:val="24"/>
        </w:rPr>
        <w:t xml:space="preserve">                                               </w:t>
      </w:r>
      <w:r w:rsidRPr="00011957">
        <w:rPr>
          <w:b/>
          <w:bCs/>
          <w:sz w:val="24"/>
          <w:szCs w:val="24"/>
        </w:rPr>
        <w:t xml:space="preserve">№ </w:t>
      </w:r>
      <w:r>
        <w:rPr>
          <w:b/>
          <w:bCs/>
          <w:sz w:val="24"/>
          <w:szCs w:val="24"/>
        </w:rPr>
        <w:t>_____</w:t>
      </w:r>
    </w:p>
    <w:p w:rsidR="00CC4074" w:rsidRDefault="00CC4074" w:rsidP="00011957">
      <w:pPr>
        <w:ind w:firstLine="100"/>
        <w:jc w:val="center"/>
        <w:rPr>
          <w:b/>
          <w:bCs/>
          <w:sz w:val="24"/>
          <w:szCs w:val="24"/>
        </w:rPr>
      </w:pPr>
    </w:p>
    <w:p w:rsidR="00CC4074" w:rsidRPr="00011957" w:rsidRDefault="00CC4074" w:rsidP="00011957">
      <w:pPr>
        <w:ind w:firstLine="100"/>
        <w:jc w:val="center"/>
        <w:rPr>
          <w:color w:val="FFFFFF"/>
        </w:rPr>
      </w:pPr>
      <w:r w:rsidRPr="00011957">
        <w:rPr>
          <w:sz w:val="24"/>
          <w:szCs w:val="24"/>
        </w:rPr>
        <w:t xml:space="preserve">                                 село Школьное</w:t>
      </w:r>
      <w:r>
        <w:rPr>
          <w:sz w:val="24"/>
          <w:szCs w:val="24"/>
        </w:rPr>
        <w:t xml:space="preserve"> </w:t>
      </w:r>
      <w:r w:rsidRPr="00011957">
        <w:rPr>
          <w:color w:val="FFFFFF"/>
        </w:rPr>
        <w:t>РАОВАНИЯ</w:t>
      </w:r>
    </w:p>
    <w:p w:rsidR="00CC4074" w:rsidRPr="0059720A" w:rsidRDefault="00CC4074" w:rsidP="0059720A">
      <w:pPr>
        <w:ind w:firstLine="709"/>
        <w:jc w:val="center"/>
        <w:rPr>
          <w:b/>
          <w:bCs/>
          <w:color w:val="FFFFFF"/>
        </w:rPr>
      </w:pPr>
      <w:r w:rsidRPr="0059720A">
        <w:rPr>
          <w:b/>
          <w:bCs/>
          <w:color w:val="FFFFFF"/>
        </w:rPr>
        <w:t xml:space="preserve">БЕЛОРЕЧЕНИЙ РАЙОН </w:t>
      </w:r>
    </w:p>
    <w:p w:rsidR="00CC4074" w:rsidRDefault="00CC4074" w:rsidP="0059720A">
      <w:pPr>
        <w:pStyle w:val="NoSpacing"/>
        <w:ind w:firstLine="709"/>
        <w:jc w:val="center"/>
        <w:rPr>
          <w:b/>
          <w:bCs/>
          <w:sz w:val="28"/>
          <w:szCs w:val="28"/>
        </w:rPr>
      </w:pPr>
      <w:r w:rsidRPr="0059720A">
        <w:rPr>
          <w:b/>
          <w:bCs/>
          <w:sz w:val="28"/>
          <w:szCs w:val="28"/>
        </w:rPr>
        <w:t xml:space="preserve">Об утверждении административного регламента предоставления муниципальной услуги «Возврат платежей физических и </w:t>
      </w:r>
    </w:p>
    <w:p w:rsidR="00CC4074" w:rsidRPr="0059720A" w:rsidRDefault="00CC4074" w:rsidP="0059720A">
      <w:pPr>
        <w:pStyle w:val="NoSpacing"/>
        <w:ind w:firstLine="709"/>
        <w:jc w:val="center"/>
        <w:rPr>
          <w:b/>
          <w:bCs/>
          <w:sz w:val="28"/>
          <w:szCs w:val="28"/>
        </w:rPr>
      </w:pPr>
      <w:r w:rsidRPr="0059720A">
        <w:rPr>
          <w:b/>
          <w:bCs/>
          <w:sz w:val="28"/>
          <w:szCs w:val="28"/>
        </w:rPr>
        <w:t>юридических лиц по неналоговым доходам из бюджета муниципального образования</w:t>
      </w:r>
      <w:bookmarkStart w:id="0" w:name="_GoBack"/>
      <w:bookmarkEnd w:id="0"/>
      <w:r w:rsidRPr="0059720A">
        <w:rPr>
          <w:b/>
          <w:bCs/>
          <w:sz w:val="28"/>
          <w:szCs w:val="28"/>
        </w:rPr>
        <w:t>»</w:t>
      </w:r>
    </w:p>
    <w:p w:rsidR="00CC4074" w:rsidRPr="0059720A" w:rsidRDefault="00CC4074" w:rsidP="0059720A">
      <w:pPr>
        <w:pStyle w:val="NoSpacing"/>
        <w:ind w:firstLine="709"/>
        <w:jc w:val="center"/>
        <w:rPr>
          <w:b/>
          <w:bCs/>
          <w:sz w:val="28"/>
          <w:szCs w:val="28"/>
        </w:rPr>
      </w:pPr>
    </w:p>
    <w:p w:rsidR="00CC4074" w:rsidRPr="0059720A" w:rsidRDefault="00CC4074" w:rsidP="0059720A">
      <w:pPr>
        <w:pStyle w:val="NoSpacing"/>
        <w:ind w:firstLine="709"/>
        <w:jc w:val="both"/>
        <w:rPr>
          <w:sz w:val="28"/>
          <w:szCs w:val="28"/>
        </w:rPr>
      </w:pPr>
      <w:r w:rsidRPr="0059720A">
        <w:rPr>
          <w:sz w:val="28"/>
          <w:szCs w:val="28"/>
        </w:rPr>
        <w:t>В целях повышения качества и доступности предоставления муниципальных услуг для населения, в соответствии с Федеральным законом от 7 октября 2003 года № 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 года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Постановлением главы администрации (губернатора) Краснодарского края от 15 ноября 2011 года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края», Федеральным законом от 6 апреля 2011 года № 63-ФЗ «Об электронной подписи», руководствуясь статьей 3</w:t>
      </w:r>
      <w:r>
        <w:rPr>
          <w:sz w:val="28"/>
          <w:szCs w:val="28"/>
        </w:rPr>
        <w:t>2</w:t>
      </w:r>
      <w:r w:rsidRPr="0059720A">
        <w:rPr>
          <w:sz w:val="28"/>
          <w:szCs w:val="28"/>
        </w:rPr>
        <w:t xml:space="preserve"> Устава </w:t>
      </w:r>
      <w:r>
        <w:rPr>
          <w:sz w:val="28"/>
          <w:szCs w:val="28"/>
        </w:rPr>
        <w:t xml:space="preserve">Школьненского сельского поселения </w:t>
      </w:r>
      <w:r w:rsidRPr="0059720A">
        <w:rPr>
          <w:sz w:val="28"/>
          <w:szCs w:val="28"/>
        </w:rPr>
        <w:t>Белореченск</w:t>
      </w:r>
      <w:r>
        <w:rPr>
          <w:sz w:val="28"/>
          <w:szCs w:val="28"/>
        </w:rPr>
        <w:t>ого</w:t>
      </w:r>
      <w:r w:rsidRPr="0059720A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59720A">
        <w:rPr>
          <w:sz w:val="28"/>
          <w:szCs w:val="28"/>
        </w:rPr>
        <w:t>, п о с т а н о в л я ю:</w:t>
      </w:r>
    </w:p>
    <w:p w:rsidR="00CC4074" w:rsidRPr="0059720A" w:rsidRDefault="00CC4074" w:rsidP="0059720A">
      <w:pPr>
        <w:pStyle w:val="NoSpacing"/>
        <w:ind w:firstLine="709"/>
        <w:jc w:val="both"/>
        <w:rPr>
          <w:sz w:val="28"/>
          <w:szCs w:val="28"/>
        </w:rPr>
      </w:pPr>
      <w:r w:rsidRPr="0059720A">
        <w:rPr>
          <w:sz w:val="28"/>
          <w:szCs w:val="28"/>
        </w:rPr>
        <w:t>1.Утвердить административный регламент предоставления муниципальной услуги «Возврат платежей физических и юридических лиц по неналоговым доходам из бюджета муниципального образования».</w:t>
      </w:r>
    </w:p>
    <w:p w:rsidR="00CC4074" w:rsidRDefault="00CC4074" w:rsidP="00011957">
      <w:pPr>
        <w:ind w:firstLine="567"/>
        <w:jc w:val="both"/>
        <w:rPr>
          <w:color w:val="000000"/>
        </w:rPr>
      </w:pPr>
      <w:r w:rsidRPr="00CB48AC">
        <w:t xml:space="preserve">2. Общему отделу администрации </w:t>
      </w:r>
      <w:r>
        <w:t>Школьненского</w:t>
      </w:r>
      <w:r w:rsidRPr="00CB48AC">
        <w:t xml:space="preserve"> сельского поселения Белореченского района (</w:t>
      </w:r>
      <w:r>
        <w:t>Борцова</w:t>
      </w:r>
      <w:r w:rsidRPr="00CB48AC">
        <w:t xml:space="preserve">) </w:t>
      </w:r>
      <w:r w:rsidRPr="00CB48AC">
        <w:rPr>
          <w:color w:val="000000"/>
        </w:rPr>
        <w:t xml:space="preserve">разместить настоящий административный регламент на официальном сайте администрации </w:t>
      </w:r>
      <w:r>
        <w:rPr>
          <w:color w:val="000000"/>
        </w:rPr>
        <w:t>Школьненского</w:t>
      </w:r>
      <w:r w:rsidRPr="00CB48AC">
        <w:rPr>
          <w:color w:val="000000"/>
        </w:rPr>
        <w:t xml:space="preserve"> сельского поселения Белореченского района в сети Интернет в разделе «Административная реформа», в информационной сети «Единый портал государственных и муниципальных услуг (функций)».</w:t>
      </w:r>
    </w:p>
    <w:p w:rsidR="00CC4074" w:rsidRPr="00CB48AC" w:rsidRDefault="00CC4074" w:rsidP="00011957">
      <w:pPr>
        <w:ind w:firstLine="567"/>
        <w:jc w:val="both"/>
      </w:pPr>
      <w:r w:rsidRPr="00CB48AC">
        <w:t xml:space="preserve">3. Общему отделу администрации </w:t>
      </w:r>
      <w:r>
        <w:t>Школьненского</w:t>
      </w:r>
      <w:r w:rsidRPr="00CB48AC">
        <w:t xml:space="preserve"> сельского поселения Белореченского района (</w:t>
      </w:r>
      <w:r>
        <w:t>Борцова</w:t>
      </w:r>
      <w:r w:rsidRPr="00CB48AC">
        <w:t>) обнародовать настоящее постановление в установленном порядке.</w:t>
      </w:r>
    </w:p>
    <w:p w:rsidR="00CC4074" w:rsidRPr="00CB48AC" w:rsidRDefault="00CC4074" w:rsidP="00011957">
      <w:pPr>
        <w:ind w:firstLine="567"/>
        <w:jc w:val="both"/>
      </w:pPr>
      <w:r w:rsidRPr="00CB48AC">
        <w:t xml:space="preserve">4. Контроль за исполнением настоящего постановления возложить на заместителя главы администрации </w:t>
      </w:r>
      <w:r>
        <w:t>Школьненского</w:t>
      </w:r>
      <w:r w:rsidRPr="00CB48AC">
        <w:t xml:space="preserve"> сельского поселения Белореченского района </w:t>
      </w:r>
      <w:r>
        <w:t>В.Г.Попкова.</w:t>
      </w:r>
    </w:p>
    <w:p w:rsidR="00CC4074" w:rsidRDefault="00CC4074" w:rsidP="00011957">
      <w:pPr>
        <w:ind w:firstLine="567"/>
        <w:jc w:val="both"/>
      </w:pPr>
      <w:r w:rsidRPr="00CB48AC">
        <w:t>5. Настоящее постановление вступает в силу со дня его официального обнародования.</w:t>
      </w:r>
    </w:p>
    <w:p w:rsidR="00CC4074" w:rsidRDefault="00CC4074" w:rsidP="00011957">
      <w:pPr>
        <w:ind w:firstLine="567"/>
        <w:jc w:val="both"/>
      </w:pPr>
    </w:p>
    <w:p w:rsidR="00CC4074" w:rsidRPr="00CB48AC" w:rsidRDefault="00CC4074" w:rsidP="00011957">
      <w:pPr>
        <w:ind w:firstLine="567"/>
        <w:jc w:val="both"/>
      </w:pPr>
    </w:p>
    <w:p w:rsidR="00CC4074" w:rsidRDefault="00CC4074" w:rsidP="00011957">
      <w:pPr>
        <w:pStyle w:val="a"/>
        <w:ind w:firstLine="567"/>
        <w:rPr>
          <w:rFonts w:ascii="Arial" w:hAnsi="Arial" w:cs="Arial"/>
          <w:sz w:val="24"/>
          <w:szCs w:val="24"/>
        </w:rPr>
      </w:pPr>
    </w:p>
    <w:p w:rsidR="00CC4074" w:rsidRPr="00304E69" w:rsidRDefault="00CC4074" w:rsidP="00011957">
      <w:pPr>
        <w:pStyle w:val="a"/>
        <w:rPr>
          <w:rFonts w:ascii="Times New Roman" w:hAnsi="Times New Roman" w:cs="Times New Roman"/>
          <w:sz w:val="28"/>
          <w:szCs w:val="28"/>
        </w:rPr>
      </w:pPr>
      <w:r w:rsidRPr="00304E69">
        <w:rPr>
          <w:rFonts w:ascii="Times New Roman" w:hAnsi="Times New Roman" w:cs="Times New Roman"/>
          <w:sz w:val="28"/>
          <w:szCs w:val="28"/>
        </w:rPr>
        <w:t>Глава Школьненского сельского поселения</w:t>
      </w:r>
    </w:p>
    <w:p w:rsidR="00CC4074" w:rsidRPr="00304E69" w:rsidRDefault="00CC4074" w:rsidP="00011957">
      <w:pPr>
        <w:pStyle w:val="a"/>
        <w:tabs>
          <w:tab w:val="left" w:pos="7860"/>
        </w:tabs>
        <w:rPr>
          <w:rFonts w:ascii="Times New Roman" w:hAnsi="Times New Roman" w:cs="Times New Roman"/>
          <w:sz w:val="28"/>
          <w:szCs w:val="28"/>
        </w:rPr>
      </w:pPr>
      <w:r w:rsidRPr="00304E69">
        <w:rPr>
          <w:rFonts w:ascii="Times New Roman" w:hAnsi="Times New Roman" w:cs="Times New Roman"/>
          <w:sz w:val="28"/>
          <w:szCs w:val="28"/>
        </w:rPr>
        <w:t>Белореченского района</w:t>
      </w:r>
      <w:r w:rsidRPr="00304E69">
        <w:rPr>
          <w:rFonts w:ascii="Times New Roman" w:hAnsi="Times New Roman" w:cs="Times New Roman"/>
          <w:sz w:val="28"/>
          <w:szCs w:val="28"/>
        </w:rPr>
        <w:tab/>
        <w:t>В.Н.Лантратов</w:t>
      </w:r>
    </w:p>
    <w:p w:rsidR="00CC4074" w:rsidRPr="00304E69" w:rsidRDefault="00CC4074" w:rsidP="00011957">
      <w:pPr>
        <w:pStyle w:val="a"/>
        <w:ind w:firstLine="567"/>
        <w:rPr>
          <w:rFonts w:ascii="Times New Roman" w:hAnsi="Times New Roman" w:cs="Times New Roman"/>
          <w:sz w:val="28"/>
          <w:szCs w:val="28"/>
        </w:rPr>
      </w:pPr>
    </w:p>
    <w:p w:rsidR="00CC4074" w:rsidRPr="0059720A" w:rsidRDefault="00CC4074" w:rsidP="0059720A">
      <w:pPr>
        <w:ind w:firstLine="709"/>
        <w:jc w:val="center"/>
      </w:pPr>
    </w:p>
    <w:p w:rsidR="00CC4074" w:rsidRPr="0059720A" w:rsidRDefault="00CC4074" w:rsidP="0059720A">
      <w:pPr>
        <w:ind w:firstLine="709"/>
        <w:jc w:val="center"/>
      </w:pPr>
    </w:p>
    <w:p w:rsidR="00CC4074" w:rsidRPr="0059720A" w:rsidRDefault="00CC4074" w:rsidP="0059720A">
      <w:pPr>
        <w:ind w:firstLine="709"/>
        <w:jc w:val="center"/>
      </w:pPr>
    </w:p>
    <w:p w:rsidR="00CC4074" w:rsidRPr="0059720A" w:rsidRDefault="00CC4074" w:rsidP="0059720A">
      <w:pPr>
        <w:ind w:firstLine="709"/>
        <w:jc w:val="center"/>
      </w:pPr>
    </w:p>
    <w:p w:rsidR="00CC4074" w:rsidRPr="0059720A" w:rsidRDefault="00CC4074" w:rsidP="0059720A">
      <w:pPr>
        <w:ind w:firstLine="709"/>
        <w:jc w:val="center"/>
      </w:pPr>
    </w:p>
    <w:p w:rsidR="00CC4074" w:rsidRPr="0059720A" w:rsidRDefault="00CC4074" w:rsidP="0059720A">
      <w:pPr>
        <w:ind w:firstLine="709"/>
        <w:jc w:val="center"/>
      </w:pPr>
    </w:p>
    <w:p w:rsidR="00CC4074" w:rsidRPr="0059720A" w:rsidRDefault="00CC4074" w:rsidP="0059720A">
      <w:pPr>
        <w:ind w:firstLine="709"/>
        <w:jc w:val="center"/>
      </w:pPr>
    </w:p>
    <w:p w:rsidR="00CC4074" w:rsidRPr="0059720A" w:rsidRDefault="00CC4074" w:rsidP="0059720A">
      <w:pPr>
        <w:ind w:firstLine="709"/>
        <w:jc w:val="center"/>
      </w:pPr>
    </w:p>
    <w:p w:rsidR="00CC4074" w:rsidRPr="0059720A" w:rsidRDefault="00CC4074" w:rsidP="0059720A">
      <w:pPr>
        <w:ind w:firstLine="709"/>
        <w:jc w:val="center"/>
      </w:pPr>
    </w:p>
    <w:p w:rsidR="00CC4074" w:rsidRPr="0059720A" w:rsidRDefault="00CC4074" w:rsidP="0059720A">
      <w:pPr>
        <w:ind w:firstLine="709"/>
        <w:jc w:val="center"/>
      </w:pPr>
    </w:p>
    <w:p w:rsidR="00CC4074" w:rsidRPr="0059720A" w:rsidRDefault="00CC4074" w:rsidP="0059720A">
      <w:pPr>
        <w:ind w:firstLine="709"/>
        <w:jc w:val="center"/>
      </w:pPr>
    </w:p>
    <w:p w:rsidR="00CC4074" w:rsidRPr="0059720A" w:rsidRDefault="00CC4074" w:rsidP="0059720A">
      <w:pPr>
        <w:ind w:firstLine="709"/>
        <w:jc w:val="center"/>
      </w:pPr>
    </w:p>
    <w:p w:rsidR="00CC4074" w:rsidRPr="0059720A" w:rsidRDefault="00CC4074" w:rsidP="0059720A">
      <w:pPr>
        <w:ind w:firstLine="709"/>
        <w:jc w:val="center"/>
      </w:pPr>
    </w:p>
    <w:p w:rsidR="00CC4074" w:rsidRPr="0059720A" w:rsidRDefault="00CC4074" w:rsidP="0059720A">
      <w:pPr>
        <w:ind w:firstLine="709"/>
        <w:jc w:val="center"/>
      </w:pPr>
    </w:p>
    <w:p w:rsidR="00CC4074" w:rsidRPr="0059720A" w:rsidRDefault="00CC4074" w:rsidP="0059720A">
      <w:pPr>
        <w:ind w:firstLine="709"/>
        <w:jc w:val="center"/>
      </w:pPr>
    </w:p>
    <w:p w:rsidR="00CC4074" w:rsidRPr="0059720A" w:rsidRDefault="00CC4074" w:rsidP="0059720A">
      <w:pPr>
        <w:ind w:firstLine="709"/>
        <w:jc w:val="center"/>
      </w:pPr>
    </w:p>
    <w:p w:rsidR="00CC4074" w:rsidRPr="0059720A" w:rsidRDefault="00CC4074" w:rsidP="0059720A">
      <w:pPr>
        <w:ind w:firstLine="709"/>
        <w:jc w:val="center"/>
      </w:pPr>
    </w:p>
    <w:p w:rsidR="00CC4074" w:rsidRPr="0059720A" w:rsidRDefault="00CC4074" w:rsidP="0059720A">
      <w:pPr>
        <w:ind w:firstLine="709"/>
        <w:jc w:val="center"/>
      </w:pPr>
    </w:p>
    <w:p w:rsidR="00CC4074" w:rsidRPr="0059720A" w:rsidRDefault="00CC4074" w:rsidP="0059720A">
      <w:pPr>
        <w:ind w:firstLine="709"/>
        <w:jc w:val="center"/>
      </w:pPr>
    </w:p>
    <w:p w:rsidR="00CC4074" w:rsidRPr="0059720A" w:rsidRDefault="00CC4074" w:rsidP="0059720A">
      <w:pPr>
        <w:ind w:firstLine="709"/>
        <w:jc w:val="center"/>
      </w:pPr>
    </w:p>
    <w:p w:rsidR="00CC4074" w:rsidRPr="0059720A" w:rsidRDefault="00CC4074" w:rsidP="0059720A">
      <w:pPr>
        <w:ind w:firstLine="709"/>
        <w:jc w:val="center"/>
      </w:pPr>
    </w:p>
    <w:p w:rsidR="00CC4074" w:rsidRPr="0059720A" w:rsidRDefault="00CC4074" w:rsidP="0059720A">
      <w:pPr>
        <w:ind w:firstLine="709"/>
        <w:jc w:val="center"/>
      </w:pPr>
    </w:p>
    <w:p w:rsidR="00CC4074" w:rsidRPr="0059720A" w:rsidRDefault="00CC4074" w:rsidP="0059720A">
      <w:pPr>
        <w:ind w:firstLine="709"/>
        <w:jc w:val="center"/>
      </w:pPr>
    </w:p>
    <w:p w:rsidR="00CC4074" w:rsidRPr="0059720A" w:rsidRDefault="00CC4074" w:rsidP="0059720A">
      <w:pPr>
        <w:ind w:firstLine="709"/>
        <w:jc w:val="center"/>
      </w:pPr>
    </w:p>
    <w:p w:rsidR="00CC4074" w:rsidRPr="0059720A" w:rsidRDefault="00CC4074" w:rsidP="0059720A">
      <w:pPr>
        <w:ind w:firstLine="709"/>
        <w:jc w:val="center"/>
      </w:pPr>
    </w:p>
    <w:p w:rsidR="00CC4074" w:rsidRPr="0059720A" w:rsidRDefault="00CC4074" w:rsidP="0059720A">
      <w:pPr>
        <w:ind w:firstLine="709"/>
        <w:jc w:val="center"/>
      </w:pPr>
    </w:p>
    <w:p w:rsidR="00CC4074" w:rsidRPr="0059720A" w:rsidRDefault="00CC4074" w:rsidP="0059720A">
      <w:pPr>
        <w:ind w:firstLine="709"/>
        <w:jc w:val="center"/>
      </w:pPr>
    </w:p>
    <w:p w:rsidR="00CC4074" w:rsidRPr="0059720A" w:rsidRDefault="00CC4074" w:rsidP="0059720A">
      <w:pPr>
        <w:ind w:firstLine="709"/>
        <w:jc w:val="center"/>
      </w:pPr>
    </w:p>
    <w:p w:rsidR="00CC4074" w:rsidRDefault="00CC4074" w:rsidP="0059720A">
      <w:pPr>
        <w:ind w:firstLine="709"/>
        <w:jc w:val="center"/>
        <w:rPr>
          <w:b/>
          <w:bCs/>
        </w:rPr>
      </w:pPr>
    </w:p>
    <w:p w:rsidR="00CC4074" w:rsidRDefault="00CC4074" w:rsidP="0059720A">
      <w:pPr>
        <w:ind w:firstLine="709"/>
        <w:jc w:val="center"/>
        <w:rPr>
          <w:b/>
          <w:bCs/>
        </w:rPr>
      </w:pPr>
    </w:p>
    <w:p w:rsidR="00CC4074" w:rsidRDefault="00CC4074" w:rsidP="0059720A">
      <w:pPr>
        <w:ind w:firstLine="709"/>
        <w:jc w:val="center"/>
        <w:rPr>
          <w:b/>
          <w:bCs/>
        </w:rPr>
      </w:pPr>
    </w:p>
    <w:p w:rsidR="00CC4074" w:rsidRDefault="00CC4074" w:rsidP="0059720A">
      <w:pPr>
        <w:ind w:firstLine="709"/>
        <w:jc w:val="center"/>
        <w:rPr>
          <w:b/>
          <w:bCs/>
        </w:rPr>
      </w:pPr>
    </w:p>
    <w:p w:rsidR="00CC4074" w:rsidRDefault="00CC4074" w:rsidP="0059720A">
      <w:pPr>
        <w:ind w:firstLine="709"/>
        <w:jc w:val="center"/>
        <w:rPr>
          <w:b/>
          <w:bCs/>
        </w:rPr>
      </w:pPr>
    </w:p>
    <w:p w:rsidR="00CC4074" w:rsidRDefault="00CC4074" w:rsidP="0059720A">
      <w:pPr>
        <w:ind w:firstLine="709"/>
        <w:jc w:val="center"/>
        <w:rPr>
          <w:b/>
          <w:bCs/>
        </w:rPr>
      </w:pPr>
    </w:p>
    <w:sectPr w:rsidR="00CC4074" w:rsidSect="0059720A">
      <w:pgSz w:w="11906" w:h="16838"/>
      <w:pgMar w:top="1134" w:right="567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073F"/>
    <w:rsid w:val="00001A02"/>
    <w:rsid w:val="000058FD"/>
    <w:rsid w:val="00011957"/>
    <w:rsid w:val="00022B31"/>
    <w:rsid w:val="000274EE"/>
    <w:rsid w:val="00075987"/>
    <w:rsid w:val="00083F26"/>
    <w:rsid w:val="00094162"/>
    <w:rsid w:val="000B4C98"/>
    <w:rsid w:val="000C683B"/>
    <w:rsid w:val="000D5790"/>
    <w:rsid w:val="000E1D3B"/>
    <w:rsid w:val="000F1A93"/>
    <w:rsid w:val="00124744"/>
    <w:rsid w:val="00195072"/>
    <w:rsid w:val="001968D1"/>
    <w:rsid w:val="002033C7"/>
    <w:rsid w:val="00211547"/>
    <w:rsid w:val="002817DB"/>
    <w:rsid w:val="002A20DC"/>
    <w:rsid w:val="002C59E1"/>
    <w:rsid w:val="00304E69"/>
    <w:rsid w:val="00321D1C"/>
    <w:rsid w:val="00366BE1"/>
    <w:rsid w:val="00375887"/>
    <w:rsid w:val="00387115"/>
    <w:rsid w:val="003925A6"/>
    <w:rsid w:val="0039292E"/>
    <w:rsid w:val="0039411A"/>
    <w:rsid w:val="003C0793"/>
    <w:rsid w:val="003C0DEB"/>
    <w:rsid w:val="003E3C04"/>
    <w:rsid w:val="00410049"/>
    <w:rsid w:val="0043669C"/>
    <w:rsid w:val="00465F60"/>
    <w:rsid w:val="00480662"/>
    <w:rsid w:val="00493815"/>
    <w:rsid w:val="004F14FE"/>
    <w:rsid w:val="005014E2"/>
    <w:rsid w:val="00564D05"/>
    <w:rsid w:val="00592842"/>
    <w:rsid w:val="0059720A"/>
    <w:rsid w:val="005A1C8E"/>
    <w:rsid w:val="005A5568"/>
    <w:rsid w:val="005C05FF"/>
    <w:rsid w:val="005E6760"/>
    <w:rsid w:val="005E6D1D"/>
    <w:rsid w:val="00610D89"/>
    <w:rsid w:val="0061284D"/>
    <w:rsid w:val="0061439A"/>
    <w:rsid w:val="006330CF"/>
    <w:rsid w:val="00666B7C"/>
    <w:rsid w:val="0067375E"/>
    <w:rsid w:val="00676A98"/>
    <w:rsid w:val="006C69C9"/>
    <w:rsid w:val="006D4F20"/>
    <w:rsid w:val="006E33DE"/>
    <w:rsid w:val="006F0350"/>
    <w:rsid w:val="00726471"/>
    <w:rsid w:val="007469EC"/>
    <w:rsid w:val="007475E8"/>
    <w:rsid w:val="00755EA1"/>
    <w:rsid w:val="00764715"/>
    <w:rsid w:val="007756F2"/>
    <w:rsid w:val="00795611"/>
    <w:rsid w:val="007B2B8C"/>
    <w:rsid w:val="007C52B0"/>
    <w:rsid w:val="007F4F10"/>
    <w:rsid w:val="00804A67"/>
    <w:rsid w:val="008073F5"/>
    <w:rsid w:val="00846E3E"/>
    <w:rsid w:val="008767D2"/>
    <w:rsid w:val="008930AF"/>
    <w:rsid w:val="008D6031"/>
    <w:rsid w:val="008F2B1B"/>
    <w:rsid w:val="008F66A6"/>
    <w:rsid w:val="00915A2B"/>
    <w:rsid w:val="00940C08"/>
    <w:rsid w:val="009454E7"/>
    <w:rsid w:val="009E342C"/>
    <w:rsid w:val="00A8362C"/>
    <w:rsid w:val="00A8679E"/>
    <w:rsid w:val="00A96203"/>
    <w:rsid w:val="00B030BD"/>
    <w:rsid w:val="00B37530"/>
    <w:rsid w:val="00B507EB"/>
    <w:rsid w:val="00B56E5C"/>
    <w:rsid w:val="00BB1013"/>
    <w:rsid w:val="00BD1EA3"/>
    <w:rsid w:val="00BF366C"/>
    <w:rsid w:val="00C03F5F"/>
    <w:rsid w:val="00C5289F"/>
    <w:rsid w:val="00CA631D"/>
    <w:rsid w:val="00CB48AC"/>
    <w:rsid w:val="00CC4074"/>
    <w:rsid w:val="00CD0479"/>
    <w:rsid w:val="00D013EB"/>
    <w:rsid w:val="00D2599E"/>
    <w:rsid w:val="00D26456"/>
    <w:rsid w:val="00D544FC"/>
    <w:rsid w:val="00D56886"/>
    <w:rsid w:val="00D644B9"/>
    <w:rsid w:val="00DA5476"/>
    <w:rsid w:val="00E00048"/>
    <w:rsid w:val="00E1073F"/>
    <w:rsid w:val="00E176E0"/>
    <w:rsid w:val="00E2681E"/>
    <w:rsid w:val="00E4307A"/>
    <w:rsid w:val="00E47636"/>
    <w:rsid w:val="00F42886"/>
    <w:rsid w:val="00F53A56"/>
    <w:rsid w:val="00F66933"/>
    <w:rsid w:val="00F856A2"/>
    <w:rsid w:val="00F955EE"/>
    <w:rsid w:val="00FA38FE"/>
    <w:rsid w:val="00FF5E79"/>
    <w:rsid w:val="00FF7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A67"/>
    <w:rPr>
      <w:rFonts w:ascii="Times New Roman" w:eastAsia="Times New Roman" w:hAnsi="Times New Roman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4A67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804A67"/>
    <w:rPr>
      <w:rFonts w:ascii="Cambria" w:hAnsi="Cambria" w:cs="Cambria"/>
      <w:b/>
      <w:bCs/>
      <w:sz w:val="26"/>
      <w:szCs w:val="26"/>
      <w:lang w:eastAsia="ru-RU"/>
    </w:rPr>
  </w:style>
  <w:style w:type="paragraph" w:styleId="NoSpacing">
    <w:name w:val="No Spacing"/>
    <w:uiPriority w:val="99"/>
    <w:qFormat/>
    <w:rsid w:val="00E1073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OEM">
    <w:name w:val="Нормальный (OEM)"/>
    <w:basedOn w:val="Normal"/>
    <w:next w:val="Normal"/>
    <w:uiPriority w:val="99"/>
    <w:rsid w:val="002C59E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E3C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3C04"/>
    <w:rPr>
      <w:rFonts w:ascii="Tahoma" w:hAnsi="Tahoma" w:cs="Tahoma"/>
      <w:sz w:val="16"/>
      <w:szCs w:val="16"/>
      <w:lang w:eastAsia="ru-RU"/>
    </w:rPr>
  </w:style>
  <w:style w:type="paragraph" w:customStyle="1" w:styleId="a">
    <w:name w:val="Без интервала"/>
    <w:uiPriority w:val="99"/>
    <w:rsid w:val="00011957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258</TotalTime>
  <Pages>2</Pages>
  <Words>413</Words>
  <Characters>2356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dobrenko</dc:creator>
  <cp:keywords/>
  <dc:description/>
  <cp:lastModifiedBy>Кристина</cp:lastModifiedBy>
  <cp:revision>27</cp:revision>
  <cp:lastPrinted>2016-02-24T06:08:00Z</cp:lastPrinted>
  <dcterms:created xsi:type="dcterms:W3CDTF">2015-07-22T10:33:00Z</dcterms:created>
  <dcterms:modified xsi:type="dcterms:W3CDTF">2016-03-01T13:26:00Z</dcterms:modified>
</cp:coreProperties>
</file>